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08" w:rsidRDefault="00737108" w:rsidP="00D14752">
      <w:pPr>
        <w:ind w:left="2880"/>
        <w:rPr>
          <w:sz w:val="28"/>
        </w:rPr>
      </w:pPr>
    </w:p>
    <w:p w:rsidR="002E7C00" w:rsidRDefault="002E7C00" w:rsidP="00D14752">
      <w:pPr>
        <w:ind w:left="2880"/>
        <w:rPr>
          <w:sz w:val="28"/>
        </w:rPr>
      </w:pPr>
      <w:r>
        <w:rPr>
          <w:sz w:val="28"/>
        </w:rPr>
        <w:t>Objectives: Student will be able to:</w:t>
      </w:r>
    </w:p>
    <w:p w:rsidR="002E7C00" w:rsidRDefault="002E7C00" w:rsidP="00D14752">
      <w:pPr>
        <w:pStyle w:val="Heading1"/>
        <w:ind w:left="2880"/>
      </w:pPr>
    </w:p>
    <w:p w:rsidR="00D14752" w:rsidRDefault="00D14752" w:rsidP="00D14752">
      <w:pPr>
        <w:pStyle w:val="Default"/>
        <w:ind w:left="288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Illustrate the replication of DNA by using a Flow Map. </w:t>
      </w:r>
    </w:p>
    <w:p w:rsidR="00997352" w:rsidRPr="00997352" w:rsidRDefault="00737108" w:rsidP="00D14752">
      <w:pPr>
        <w:pStyle w:val="Default"/>
        <w:ind w:left="2880"/>
        <w:rPr>
          <w:sz w:val="22"/>
          <w:szCs w:val="22"/>
        </w:rPr>
      </w:pPr>
      <w:r w:rsidRPr="00B36B10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55.35pt;margin-top:9.1pt;width:184.1pt;height:342.8pt;z-index:25165772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" filled="f" strokecolor="black [3213]" strokeweight="1pt">
            <v:textbox style="mso-next-textbox:#Text Box 4">
              <w:txbxContent>
                <w:p w:rsidR="00275328" w:rsidRDefault="00275328" w:rsidP="00DA0554">
                  <w:pPr>
                    <w:rPr>
                      <w:rFonts w:ascii="Harrington" w:hAnsi="Harrington"/>
                      <w:b/>
                      <w:bCs/>
                      <w:sz w:val="40"/>
                      <w:u w:val="single"/>
                    </w:rPr>
                  </w:pPr>
                  <w:r w:rsidRPr="00DA0554">
                    <w:rPr>
                      <w:rFonts w:ascii="Harrington" w:hAnsi="Harrington"/>
                      <w:b/>
                      <w:bCs/>
                      <w:sz w:val="40"/>
                      <w:u w:val="single"/>
                    </w:rPr>
                    <w:t xml:space="preserve">Key </w:t>
                  </w:r>
                  <w:r w:rsidR="007A7943">
                    <w:rPr>
                      <w:rFonts w:ascii="Harrington" w:hAnsi="Harrington"/>
                      <w:b/>
                      <w:bCs/>
                      <w:sz w:val="40"/>
                      <w:u w:val="single"/>
                    </w:rPr>
                    <w:t>Terms</w:t>
                  </w:r>
                  <w:r w:rsidRPr="00DA0554">
                    <w:rPr>
                      <w:rFonts w:ascii="Harrington" w:hAnsi="Harrington"/>
                      <w:b/>
                      <w:bCs/>
                      <w:sz w:val="40"/>
                      <w:u w:val="single"/>
                    </w:rPr>
                    <w:t>:</w:t>
                  </w:r>
                </w:p>
                <w:tbl>
                  <w:tblPr>
                    <w:tblW w:w="3602" w:type="dxa"/>
                    <w:tblInd w:w="93" w:type="dxa"/>
                    <w:tblLook w:val="0000"/>
                  </w:tblPr>
                  <w:tblGrid>
                    <w:gridCol w:w="3602"/>
                  </w:tblGrid>
                  <w:tr w:rsidR="00275328" w:rsidRPr="00DA0554" w:rsidTr="00504210">
                    <w:trPr>
                      <w:trHeight w:val="4247"/>
                    </w:trPr>
                    <w:tc>
                      <w:tcPr>
                        <w:tcW w:w="3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F37173" w:rsidRDefault="00F37173" w:rsidP="00F37173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  <w:p w:rsid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rFonts w:cs="Times New Roman"/>
                            <w:sz w:val="20"/>
                            <w:szCs w:val="20"/>
                          </w:rPr>
                          <w:t xml:space="preserve">• </w:t>
                        </w:r>
                        <w:r w:rsidRPr="00504210">
                          <w:rPr>
                            <w:sz w:val="20"/>
                            <w:szCs w:val="20"/>
                          </w:rPr>
                          <w:t>asexual reproduction: binary fission,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</w:t>
                        </w:r>
                        <w:r w:rsidRPr="00504210">
                          <w:rPr>
                            <w:sz w:val="20"/>
                            <w:szCs w:val="20"/>
                          </w:rPr>
                          <w:t xml:space="preserve">budding, vegetative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chromosome number, abnormalities </w:t>
                        </w:r>
                      </w:p>
                      <w:p w:rsid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DNA, replication, mRNA,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tRNA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</w:t>
                        </w:r>
                        <w:proofErr w:type="spellStart"/>
                        <w:r w:rsidRPr="00504210">
                          <w:rPr>
                            <w:sz w:val="20"/>
                            <w:szCs w:val="20"/>
                          </w:rPr>
                          <w:t>rRNA</w:t>
                        </w:r>
                        <w:proofErr w:type="spellEnd"/>
                        <w:r w:rsidRPr="00504210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DNA: storage of genetic information </w:t>
                        </w:r>
                      </w:p>
                      <w:p w:rsid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dominant/recessive traits,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504210">
                          <w:rPr>
                            <w:sz w:val="20"/>
                            <w:szCs w:val="20"/>
                          </w:rPr>
                          <w:t xml:space="preserve">heterozygous, homozygous, alleles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fertilization: zygote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gene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mitosis </w:t>
                        </w:r>
                      </w:p>
                      <w:p w:rsid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>• meiosis: gametes, crossing over,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504210">
                          <w:rPr>
                            <w:sz w:val="20"/>
                            <w:szCs w:val="20"/>
                          </w:rPr>
                          <w:t xml:space="preserve">gene combinations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nitrogen bases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pedigree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phenotypes, genotypes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prokaryote, eukaryote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protein synthesis </w:t>
                        </w:r>
                      </w:p>
                      <w:p w:rsid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</w:t>
                        </w:r>
                        <w:proofErr w:type="spellStart"/>
                        <w:r w:rsidRPr="00504210">
                          <w:rPr>
                            <w:sz w:val="20"/>
                            <w:szCs w:val="20"/>
                          </w:rPr>
                          <w:t>Punnett</w:t>
                        </w:r>
                        <w:proofErr w:type="spellEnd"/>
                        <w:r w:rsidRPr="00504210">
                          <w:rPr>
                            <w:sz w:val="20"/>
                            <w:szCs w:val="20"/>
                          </w:rPr>
                          <w:t xml:space="preserve"> square, genetic cross,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504210">
                          <w:rPr>
                            <w:sz w:val="20"/>
                            <w:szCs w:val="20"/>
                          </w:rPr>
                          <w:t xml:space="preserve">monohybrid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</w:t>
                        </w:r>
                        <w:proofErr w:type="spellStart"/>
                        <w:r w:rsidRPr="00504210">
                          <w:rPr>
                            <w:sz w:val="20"/>
                            <w:szCs w:val="20"/>
                          </w:rPr>
                          <w:t>ribosomes</w:t>
                        </w:r>
                        <w:proofErr w:type="spellEnd"/>
                        <w:r w:rsidRPr="00504210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 xml:space="preserve">• sex-linked traits </w:t>
                        </w:r>
                      </w:p>
                      <w:p w:rsid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504210">
                          <w:rPr>
                            <w:sz w:val="20"/>
                            <w:szCs w:val="20"/>
                          </w:rPr>
                          <w:t>• sexual reproduction: angiosperms,</w:t>
                        </w:r>
                      </w:p>
                      <w:p w:rsidR="00504210" w:rsidRPr="00504210" w:rsidRDefault="00504210" w:rsidP="00504210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504210">
                          <w:rPr>
                            <w:sz w:val="20"/>
                            <w:szCs w:val="20"/>
                          </w:rPr>
                          <w:t>mammals</w:t>
                        </w:r>
                      </w:p>
                      <w:p w:rsidR="00F37173" w:rsidRPr="007B60DC" w:rsidRDefault="00F37173" w:rsidP="00F37173">
                        <w:pPr>
                          <w:pStyle w:val="Default"/>
                        </w:pPr>
                      </w:p>
                      <w:p w:rsidR="00275328" w:rsidRPr="00F37173" w:rsidRDefault="00275328" w:rsidP="00F37173">
                        <w:pPr>
                          <w:pStyle w:val="Default"/>
                        </w:pPr>
                      </w:p>
                    </w:tc>
                  </w:tr>
                  <w:tr w:rsidR="00275328" w:rsidRPr="00DA0554" w:rsidTr="00504210">
                    <w:trPr>
                      <w:trHeight w:val="282"/>
                    </w:trPr>
                    <w:tc>
                      <w:tcPr>
                        <w:tcW w:w="3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275328" w:rsidRPr="0027313C" w:rsidRDefault="00275328" w:rsidP="0027313C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275328" w:rsidRPr="00DA0554" w:rsidTr="00504210">
                    <w:trPr>
                      <w:trHeight w:val="282"/>
                    </w:trPr>
                    <w:tc>
                      <w:tcPr>
                        <w:tcW w:w="3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275328" w:rsidRPr="0027313C" w:rsidRDefault="00275328" w:rsidP="0027313C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275328" w:rsidRPr="00DA0554" w:rsidTr="00504210">
                    <w:trPr>
                      <w:trHeight w:val="282"/>
                    </w:trPr>
                    <w:tc>
                      <w:tcPr>
                        <w:tcW w:w="3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75328" w:rsidRPr="00DA0554" w:rsidRDefault="00275328" w:rsidP="00DA0554">
                        <w:pPr>
                          <w:rPr>
                            <w:rFonts w:ascii="Harrington" w:hAnsi="Harrington" w:cs="Arial"/>
                            <w:sz w:val="40"/>
                            <w:szCs w:val="40"/>
                            <w:bdr w:val="single" w:sz="4" w:space="0" w:color="auto"/>
                          </w:rPr>
                        </w:pPr>
                      </w:p>
                    </w:tc>
                  </w:tr>
                  <w:tr w:rsidR="00275328" w:rsidRPr="00DA0554" w:rsidTr="00504210">
                    <w:trPr>
                      <w:trHeight w:val="282"/>
                    </w:trPr>
                    <w:tc>
                      <w:tcPr>
                        <w:tcW w:w="3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75328" w:rsidRPr="00DA0554" w:rsidRDefault="00275328" w:rsidP="00DA0554">
                        <w:pPr>
                          <w:rPr>
                            <w:rFonts w:ascii="Harrington" w:hAnsi="Harrington" w:cs="Arial"/>
                            <w:sz w:val="40"/>
                            <w:szCs w:val="40"/>
                            <w:bdr w:val="single" w:sz="4" w:space="0" w:color="auto"/>
                          </w:rPr>
                        </w:pPr>
                      </w:p>
                    </w:tc>
                  </w:tr>
                  <w:tr w:rsidR="00275328" w:rsidRPr="00DA0554" w:rsidTr="00504210">
                    <w:trPr>
                      <w:trHeight w:val="282"/>
                    </w:trPr>
                    <w:tc>
                      <w:tcPr>
                        <w:tcW w:w="36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75328" w:rsidRPr="00DA0554" w:rsidRDefault="00275328" w:rsidP="00DA0554">
                        <w:pPr>
                          <w:rPr>
                            <w:rFonts w:ascii="Harrington" w:hAnsi="Harrington" w:cs="Arial"/>
                            <w:sz w:val="40"/>
                            <w:szCs w:val="40"/>
                            <w:bdr w:val="single" w:sz="4" w:space="0" w:color="auto"/>
                          </w:rPr>
                        </w:pPr>
                      </w:p>
                    </w:tc>
                  </w:tr>
                </w:tbl>
                <w:p w:rsidR="00275328" w:rsidRPr="00DA0554" w:rsidRDefault="00275328" w:rsidP="00DA0554">
                  <w:pPr>
                    <w:rPr>
                      <w:rFonts w:ascii="Harrington" w:hAnsi="Harrington"/>
                      <w:b/>
                      <w:bCs/>
                      <w:sz w:val="40"/>
                      <w:u w:val="single"/>
                      <w:bdr w:val="single" w:sz="4" w:space="0" w:color="auto"/>
                    </w:rPr>
                  </w:pPr>
                </w:p>
              </w:txbxContent>
            </v:textbox>
            <w10:wrap type="square"/>
          </v:shape>
        </w:pict>
      </w:r>
    </w:p>
    <w:p w:rsidR="00D14752" w:rsidRDefault="00D14752" w:rsidP="00D14752">
      <w:pPr>
        <w:pStyle w:val="Default"/>
        <w:ind w:left="288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Evaluate the process of protein synthesis by performing a simulation and then write to explain protein synthesis. </w:t>
      </w:r>
    </w:p>
    <w:p w:rsidR="00997352" w:rsidRPr="00997352" w:rsidRDefault="00997352" w:rsidP="00D14752">
      <w:pPr>
        <w:pStyle w:val="Default"/>
        <w:ind w:left="2880"/>
        <w:rPr>
          <w:sz w:val="22"/>
          <w:szCs w:val="22"/>
        </w:rPr>
      </w:pPr>
    </w:p>
    <w:p w:rsidR="00D14752" w:rsidRDefault="00D14752" w:rsidP="00D14752">
      <w:pPr>
        <w:pStyle w:val="Default"/>
        <w:ind w:left="288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Explain the process of mitosis by comparing the phases under a microscope and developing a written model with descriptors. </w:t>
      </w:r>
    </w:p>
    <w:p w:rsidR="00D6474C" w:rsidRDefault="00D6474C" w:rsidP="00D14752">
      <w:pPr>
        <w:pStyle w:val="Default"/>
        <w:ind w:left="2880" w:firstLine="720"/>
        <w:rPr>
          <w:sz w:val="22"/>
          <w:szCs w:val="22"/>
        </w:rPr>
      </w:pPr>
    </w:p>
    <w:p w:rsidR="00997352" w:rsidRPr="00997352" w:rsidRDefault="00997352" w:rsidP="00D14752">
      <w:pPr>
        <w:pStyle w:val="Default"/>
        <w:ind w:left="2880"/>
        <w:rPr>
          <w:sz w:val="22"/>
          <w:szCs w:val="22"/>
        </w:rPr>
      </w:pPr>
    </w:p>
    <w:p w:rsidR="00D14752" w:rsidRDefault="00D14752" w:rsidP="00D14752">
      <w:pPr>
        <w:pStyle w:val="Default"/>
        <w:ind w:left="288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Explain the effects of crossing over on gene recombination by simulating crossing over and interpreting the results. </w:t>
      </w:r>
    </w:p>
    <w:p w:rsidR="00997352" w:rsidRPr="00997352" w:rsidRDefault="00997352" w:rsidP="00D14752">
      <w:pPr>
        <w:pStyle w:val="Default"/>
        <w:ind w:left="2880"/>
        <w:rPr>
          <w:sz w:val="22"/>
          <w:szCs w:val="22"/>
        </w:rPr>
      </w:pPr>
    </w:p>
    <w:p w:rsidR="00D14752" w:rsidRDefault="00D14752" w:rsidP="00D14752">
      <w:pPr>
        <w:pStyle w:val="Default"/>
        <w:ind w:left="288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Analyze reproduction in angiosperms by dissecting a flower and creating a summary product such as </w:t>
      </w:r>
      <w:proofErr w:type="spellStart"/>
      <w:r>
        <w:rPr>
          <w:b/>
          <w:bCs/>
          <w:sz w:val="22"/>
          <w:szCs w:val="22"/>
        </w:rPr>
        <w:t>Photostory</w:t>
      </w:r>
      <w:proofErr w:type="spellEnd"/>
      <w:r>
        <w:rPr>
          <w:b/>
          <w:bCs/>
          <w:sz w:val="22"/>
          <w:szCs w:val="22"/>
        </w:rPr>
        <w:t xml:space="preserve">. </w:t>
      </w:r>
    </w:p>
    <w:p w:rsidR="00997352" w:rsidRDefault="00997352" w:rsidP="00D14752">
      <w:pPr>
        <w:pStyle w:val="Default"/>
        <w:ind w:left="2880"/>
        <w:rPr>
          <w:b/>
          <w:bCs/>
          <w:sz w:val="22"/>
          <w:szCs w:val="22"/>
        </w:rPr>
      </w:pPr>
    </w:p>
    <w:p w:rsidR="00D14752" w:rsidRDefault="00D14752" w:rsidP="00D14752">
      <w:pPr>
        <w:pStyle w:val="Default"/>
        <w:ind w:left="288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Analyze the results of a monohybrid cross by determining the genotypic and phenotypic ratios from a </w:t>
      </w:r>
      <w:proofErr w:type="spellStart"/>
      <w:r>
        <w:rPr>
          <w:b/>
          <w:bCs/>
          <w:sz w:val="22"/>
          <w:szCs w:val="22"/>
        </w:rPr>
        <w:t>Punnett</w:t>
      </w:r>
      <w:proofErr w:type="spellEnd"/>
      <w:r>
        <w:rPr>
          <w:b/>
          <w:bCs/>
          <w:sz w:val="22"/>
          <w:szCs w:val="22"/>
        </w:rPr>
        <w:t xml:space="preserve"> Square. </w:t>
      </w:r>
    </w:p>
    <w:p w:rsidR="00D14752" w:rsidRDefault="00D14752" w:rsidP="00D14752">
      <w:pPr>
        <w:pStyle w:val="Default"/>
        <w:tabs>
          <w:tab w:val="left" w:pos="3510"/>
        </w:tabs>
        <w:ind w:left="2880"/>
        <w:rPr>
          <w:b/>
          <w:bCs/>
          <w:sz w:val="22"/>
          <w:szCs w:val="22"/>
        </w:rPr>
      </w:pPr>
    </w:p>
    <w:p w:rsidR="00997352" w:rsidRPr="00997352" w:rsidRDefault="00D6474C" w:rsidP="00D14752">
      <w:pPr>
        <w:pStyle w:val="Default"/>
        <w:tabs>
          <w:tab w:val="left" w:pos="3510"/>
        </w:tabs>
        <w:ind w:left="2880"/>
        <w:rPr>
          <w:sz w:val="22"/>
          <w:szCs w:val="22"/>
        </w:rPr>
      </w:pPr>
      <w:r>
        <w:rPr>
          <w:b/>
          <w:bCs/>
          <w:sz w:val="22"/>
          <w:szCs w:val="22"/>
        </w:rPr>
        <w:t>Compare anaerobic and aerobic respiration by analyzing</w:t>
      </w:r>
    </w:p>
    <w:p w:rsidR="00997352" w:rsidRDefault="00737108" w:rsidP="00737108">
      <w:pPr>
        <w:pStyle w:val="Default"/>
        <w:tabs>
          <w:tab w:val="left" w:pos="351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proofErr w:type="gramStart"/>
      <w:r w:rsidR="00D6474C">
        <w:rPr>
          <w:b/>
          <w:bCs/>
          <w:sz w:val="22"/>
          <w:szCs w:val="22"/>
        </w:rPr>
        <w:t>lab</w:t>
      </w:r>
      <w:proofErr w:type="gramEnd"/>
      <w:r w:rsidR="00D6474C">
        <w:rPr>
          <w:b/>
          <w:bCs/>
          <w:sz w:val="22"/>
          <w:szCs w:val="22"/>
        </w:rPr>
        <w:t xml:space="preserve"> data. </w:t>
      </w:r>
    </w:p>
    <w:p w:rsidR="00997352" w:rsidRPr="00997352" w:rsidRDefault="00997352" w:rsidP="00D14752">
      <w:pPr>
        <w:pStyle w:val="Default"/>
        <w:tabs>
          <w:tab w:val="left" w:pos="3510"/>
        </w:tabs>
        <w:ind w:left="2880"/>
        <w:rPr>
          <w:b/>
          <w:bCs/>
          <w:sz w:val="22"/>
          <w:szCs w:val="22"/>
        </w:rPr>
      </w:pPr>
    </w:p>
    <w:p w:rsidR="00D14752" w:rsidRDefault="00D14752" w:rsidP="00D14752">
      <w:pPr>
        <w:pStyle w:val="Default"/>
        <w:ind w:left="288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Design an experiment to investigate the inheritance of color in plants. </w:t>
      </w:r>
    </w:p>
    <w:p w:rsidR="00E35241" w:rsidRDefault="00E35241" w:rsidP="007517A9">
      <w:pPr>
        <w:pStyle w:val="ListParagraph"/>
        <w:tabs>
          <w:tab w:val="left" w:pos="360"/>
        </w:tabs>
        <w:ind w:left="450"/>
        <w:rPr>
          <w:rFonts w:ascii="Arial Black" w:hAnsi="Arial Black" w:cs="Arial"/>
          <w:b/>
          <w:iCs/>
          <w:sz w:val="22"/>
          <w:szCs w:val="22"/>
        </w:rPr>
      </w:pPr>
    </w:p>
    <w:p w:rsidR="00D14752" w:rsidRDefault="00D14752" w:rsidP="00D14752">
      <w:pPr>
        <w:pStyle w:val="Default"/>
        <w:ind w:left="288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Collect and analyze evidence about a genetic disorder in order to explain the mystery. </w:t>
      </w:r>
    </w:p>
    <w:p w:rsidR="00D14752" w:rsidRPr="003F1D4A" w:rsidRDefault="00D14752" w:rsidP="007517A9">
      <w:pPr>
        <w:pStyle w:val="ListParagraph"/>
        <w:tabs>
          <w:tab w:val="left" w:pos="360"/>
        </w:tabs>
        <w:ind w:left="450"/>
        <w:rPr>
          <w:rFonts w:ascii="Arial Black" w:hAnsi="Arial Black" w:cs="Arial"/>
          <w:b/>
          <w:iCs/>
          <w:sz w:val="22"/>
          <w:szCs w:val="22"/>
        </w:rPr>
      </w:pPr>
    </w:p>
    <w:p w:rsidR="000D5C5A" w:rsidRDefault="000D5C5A" w:rsidP="000D5C5A">
      <w:pPr>
        <w:pStyle w:val="Default"/>
        <w:ind w:left="288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Illustrate and explain how expressed traits are passed from parent to offspring by constructing and analyzing a human pedigree chart. </w:t>
      </w:r>
    </w:p>
    <w:p w:rsidR="007578E7" w:rsidRPr="007578E7" w:rsidRDefault="007578E7" w:rsidP="007578E7"/>
    <w:p w:rsidR="00505B20" w:rsidRDefault="00505B20" w:rsidP="00505B20">
      <w:pPr>
        <w:rPr>
          <w:sz w:val="40"/>
        </w:rPr>
      </w:pPr>
    </w:p>
    <w:p w:rsidR="00301650" w:rsidRDefault="00737108" w:rsidP="00173CC9">
      <w:pPr>
        <w:rPr>
          <w:sz w:val="32"/>
          <w:szCs w:val="32"/>
        </w:rPr>
      </w:pPr>
      <w:r>
        <w:rPr>
          <w:noProof/>
          <w:sz w:val="32"/>
          <w:szCs w:val="32"/>
          <w:lang w:eastAsia="zh-CN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2298065</wp:posOffset>
            </wp:positionH>
            <wp:positionV relativeFrom="paragraph">
              <wp:posOffset>223520</wp:posOffset>
            </wp:positionV>
            <wp:extent cx="1781810" cy="1953260"/>
            <wp:effectExtent l="19050" t="0" r="8890" b="0"/>
            <wp:wrapSquare wrapText="bothSides"/>
            <wp:docPr id="7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810" cy="195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B20" w:rsidRDefault="00737108" w:rsidP="00173CC9">
      <w:pPr>
        <w:rPr>
          <w:sz w:val="32"/>
          <w:szCs w:val="32"/>
        </w:rPr>
      </w:pPr>
      <w:r>
        <w:rPr>
          <w:noProof/>
          <w:sz w:val="32"/>
          <w:szCs w:val="32"/>
          <w:lang w:eastAsia="zh-CN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-971550</wp:posOffset>
            </wp:positionH>
            <wp:positionV relativeFrom="paragraph">
              <wp:posOffset>114300</wp:posOffset>
            </wp:positionV>
            <wp:extent cx="2724150" cy="1066800"/>
            <wp:effectExtent l="1905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zh-CN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4642485</wp:posOffset>
            </wp:positionH>
            <wp:positionV relativeFrom="paragraph">
              <wp:posOffset>212090</wp:posOffset>
            </wp:positionV>
            <wp:extent cx="1224280" cy="1250315"/>
            <wp:effectExtent l="133350" t="114300" r="109220" b="102235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843" t="12743" r="12393" b="13275"/>
                    <a:stretch>
                      <a:fillRect/>
                    </a:stretch>
                  </pic:blipFill>
                  <pic:spPr bwMode="auto">
                    <a:xfrm rot="21020630">
                      <a:off x="0" y="0"/>
                      <a:ext cx="1224280" cy="12503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B20" w:rsidRDefault="00505B20" w:rsidP="00E13CF6">
      <w:pPr>
        <w:jc w:val="center"/>
        <w:rPr>
          <w:sz w:val="32"/>
          <w:szCs w:val="32"/>
        </w:rPr>
      </w:pPr>
    </w:p>
    <w:p w:rsidR="00505B20" w:rsidRDefault="00505B20" w:rsidP="00173CC9">
      <w:pPr>
        <w:rPr>
          <w:sz w:val="32"/>
          <w:szCs w:val="32"/>
        </w:rPr>
      </w:pPr>
    </w:p>
    <w:p w:rsidR="00505B20" w:rsidRDefault="00505B20" w:rsidP="00173CC9">
      <w:pPr>
        <w:rPr>
          <w:sz w:val="32"/>
          <w:szCs w:val="32"/>
        </w:rPr>
      </w:pPr>
    </w:p>
    <w:p w:rsidR="00505B20" w:rsidRDefault="00505B20" w:rsidP="00173CC9">
      <w:pPr>
        <w:rPr>
          <w:sz w:val="32"/>
          <w:szCs w:val="32"/>
        </w:rPr>
      </w:pPr>
    </w:p>
    <w:p w:rsidR="00505B20" w:rsidRDefault="00505B20" w:rsidP="00173CC9">
      <w:pPr>
        <w:rPr>
          <w:sz w:val="32"/>
          <w:szCs w:val="32"/>
        </w:rPr>
      </w:pPr>
    </w:p>
    <w:p w:rsidR="00F00417" w:rsidRDefault="00F00417" w:rsidP="007578E7">
      <w:pPr>
        <w:tabs>
          <w:tab w:val="left" w:pos="4212"/>
        </w:tabs>
        <w:rPr>
          <w:sz w:val="32"/>
          <w:szCs w:val="32"/>
        </w:rPr>
      </w:pPr>
    </w:p>
    <w:p w:rsidR="007578E7" w:rsidRPr="007578E7" w:rsidRDefault="007578E7" w:rsidP="007578E7">
      <w:pPr>
        <w:tabs>
          <w:tab w:val="left" w:pos="4212"/>
        </w:tabs>
      </w:pPr>
      <w:r w:rsidRPr="007578E7">
        <w:rPr>
          <w:sz w:val="32"/>
          <w:szCs w:val="32"/>
        </w:rPr>
        <w:t xml:space="preserve">Pertinent Information:  </w:t>
      </w:r>
    </w:p>
    <w:p w:rsidR="007578E7" w:rsidRDefault="007578E7" w:rsidP="007578E7">
      <w:pPr>
        <w:tabs>
          <w:tab w:val="left" w:pos="4212"/>
        </w:tabs>
      </w:pPr>
    </w:p>
    <w:tbl>
      <w:tblPr>
        <w:tblW w:w="9945" w:type="dxa"/>
        <w:tblCellSpacing w:w="20" w:type="dxa"/>
        <w:tblInd w:w="-1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2150"/>
        <w:gridCol w:w="7795"/>
      </w:tblGrid>
      <w:tr w:rsidR="00F37173" w:rsidRPr="007824D3" w:rsidTr="00E35241">
        <w:trPr>
          <w:trHeight w:val="759"/>
          <w:tblCellSpacing w:w="20" w:type="dxa"/>
        </w:trPr>
        <w:tc>
          <w:tcPr>
            <w:tcW w:w="2090" w:type="dxa"/>
          </w:tcPr>
          <w:p w:rsidR="00F37173" w:rsidRPr="001E511F" w:rsidRDefault="00F37173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E511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“Big” Ideas</w:t>
            </w:r>
          </w:p>
        </w:tc>
        <w:tc>
          <w:tcPr>
            <w:tcW w:w="7735" w:type="dxa"/>
          </w:tcPr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sequence of the bases in DNA determines the protein made during protein synthesis. </w:t>
            </w:r>
          </w:p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Sexual reproduction affects the variation among offspring. </w:t>
            </w:r>
          </w:p>
          <w:p w:rsidR="00F37173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Traits are inherited and passed on from one generation to the next. </w:t>
            </w:r>
          </w:p>
        </w:tc>
      </w:tr>
      <w:tr w:rsidR="00F37173" w:rsidRPr="007824D3" w:rsidTr="00E35241">
        <w:trPr>
          <w:trHeight w:val="551"/>
          <w:tblCellSpacing w:w="20" w:type="dxa"/>
        </w:trPr>
        <w:tc>
          <w:tcPr>
            <w:tcW w:w="2090" w:type="dxa"/>
          </w:tcPr>
          <w:p w:rsidR="00F37173" w:rsidRPr="001E511F" w:rsidRDefault="00F37173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E511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Essential Question</w:t>
            </w:r>
          </w:p>
          <w:p w:rsidR="00F37173" w:rsidRPr="001E511F" w:rsidRDefault="00F37173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7735" w:type="dxa"/>
          </w:tcPr>
          <w:p w:rsidR="004D2428" w:rsidRDefault="004D2428" w:rsidP="004D2428">
            <w:pPr>
              <w:pStyle w:val="Default"/>
              <w:rPr>
                <w:b/>
                <w:i/>
                <w:sz w:val="22"/>
                <w:szCs w:val="22"/>
              </w:rPr>
            </w:pPr>
            <w:r w:rsidRPr="004D2428">
              <w:rPr>
                <w:b/>
                <w:i/>
                <w:sz w:val="22"/>
                <w:szCs w:val="22"/>
              </w:rPr>
              <w:t xml:space="preserve">How can we explain how genetic information is transmitted between parent and offspring after fertilization? </w:t>
            </w:r>
          </w:p>
          <w:p w:rsidR="004D2428" w:rsidRPr="004D2428" w:rsidRDefault="004D2428" w:rsidP="004D2428">
            <w:pPr>
              <w:pStyle w:val="Default"/>
              <w:rPr>
                <w:b/>
                <w:i/>
                <w:sz w:val="22"/>
                <w:szCs w:val="22"/>
              </w:rPr>
            </w:pPr>
          </w:p>
          <w:p w:rsidR="00F37173" w:rsidRPr="00F37173" w:rsidRDefault="004D2428" w:rsidP="004D2428">
            <w:pPr>
              <w:pStyle w:val="Default"/>
              <w:rPr>
                <w:b/>
                <w:i/>
                <w:sz w:val="22"/>
                <w:szCs w:val="22"/>
              </w:rPr>
            </w:pPr>
            <w:r w:rsidRPr="004D2428">
              <w:rPr>
                <w:b/>
                <w:i/>
                <w:sz w:val="22"/>
                <w:szCs w:val="22"/>
              </w:rPr>
              <w:t xml:space="preserve">How can we illustrate that characteristics of one generation of organisms are related to the next generation? </w:t>
            </w:r>
          </w:p>
        </w:tc>
      </w:tr>
      <w:tr w:rsidR="00F37173" w:rsidRPr="0010416B" w:rsidTr="007578E7">
        <w:trPr>
          <w:trHeight w:val="551"/>
          <w:tblCellSpacing w:w="20" w:type="dxa"/>
        </w:trPr>
        <w:tc>
          <w:tcPr>
            <w:tcW w:w="2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173" w:rsidRPr="005040EE" w:rsidRDefault="00F37173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040E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Enduring Understanding </w:t>
            </w:r>
          </w:p>
          <w:p w:rsidR="00F37173" w:rsidRPr="001E511F" w:rsidRDefault="00F37173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7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DNA carries the genetic information for building proteins. </w:t>
            </w:r>
          </w:p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Mitosis is a cell process that replicates cells for growth and repair. </w:t>
            </w:r>
          </w:p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Organisms have a variety of strategies for asexual and sexual reproduction. </w:t>
            </w:r>
          </w:p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Meiosis produces sex cells containing half of the original number of chromosomes. </w:t>
            </w:r>
          </w:p>
          <w:p w:rsidR="004D2428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possibility of inheriting a specific expression of a trait can be predicted. </w:t>
            </w:r>
          </w:p>
          <w:p w:rsidR="00F37173" w:rsidRDefault="004D2428" w:rsidP="004D24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Sex-linked traits appear more often in males. </w:t>
            </w:r>
          </w:p>
        </w:tc>
      </w:tr>
    </w:tbl>
    <w:p w:rsidR="007578E7" w:rsidRDefault="007578E7" w:rsidP="007578E7">
      <w:pPr>
        <w:tabs>
          <w:tab w:val="left" w:pos="4212"/>
        </w:tabs>
      </w:pPr>
    </w:p>
    <w:p w:rsidR="007578E7" w:rsidRPr="007578E7" w:rsidRDefault="007578E7" w:rsidP="007578E7">
      <w:pPr>
        <w:tabs>
          <w:tab w:val="left" w:pos="4212"/>
        </w:tabs>
      </w:pPr>
      <w:r>
        <w:t xml:space="preserve">Notes:  </w:t>
      </w:r>
    </w:p>
    <w:sectPr w:rsidR="007578E7" w:rsidRPr="007578E7" w:rsidSect="00F84667">
      <w:headerReference w:type="even" r:id="rId11"/>
      <w:headerReference w:type="default" r:id="rId12"/>
      <w:pgSz w:w="12240" w:h="15840"/>
      <w:pgMar w:top="2067" w:right="63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328" w:rsidRDefault="00275328" w:rsidP="0027313C">
      <w:r>
        <w:separator/>
      </w:r>
    </w:p>
  </w:endnote>
  <w:endnote w:type="continuationSeparator" w:id="0">
    <w:p w:rsidR="00275328" w:rsidRDefault="00275328" w:rsidP="00273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roman"/>
    <w:pitch w:val="variable"/>
    <w:sig w:usb0="20007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328" w:rsidRDefault="00275328" w:rsidP="0027313C">
      <w:r>
        <w:separator/>
      </w:r>
    </w:p>
  </w:footnote>
  <w:footnote w:type="continuationSeparator" w:id="0">
    <w:p w:rsidR="00275328" w:rsidRDefault="00275328" w:rsidP="002731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28" w:rsidRDefault="00B36B10">
    <w:pPr>
      <w:pStyle w:val="Header"/>
    </w:pPr>
    <w:sdt>
      <w:sdtPr>
        <w:id w:val="-1902126810"/>
        <w:placeholder>
          <w:docPart w:val="EC0B61E8FAF5324CBF32A382D507965F"/>
        </w:placeholder>
        <w:temporary/>
        <w:showingPlcHdr/>
      </w:sdtPr>
      <w:sdtContent>
        <w:r w:rsidR="00275328">
          <w:t>[Type text]</w:t>
        </w:r>
      </w:sdtContent>
    </w:sdt>
    <w:r w:rsidR="00275328">
      <w:ptab w:relativeTo="margin" w:alignment="center" w:leader="none"/>
    </w:r>
    <w:sdt>
      <w:sdtPr>
        <w:id w:val="-132650412"/>
        <w:placeholder>
          <w:docPart w:val="54A9C0004428C44F9E19672CEDCF50A6"/>
        </w:placeholder>
        <w:temporary/>
        <w:showingPlcHdr/>
      </w:sdtPr>
      <w:sdtContent>
        <w:r w:rsidR="00275328">
          <w:t>[Type text]</w:t>
        </w:r>
      </w:sdtContent>
    </w:sdt>
    <w:r w:rsidR="00275328">
      <w:ptab w:relativeTo="margin" w:alignment="right" w:leader="none"/>
    </w:r>
    <w:sdt>
      <w:sdtPr>
        <w:id w:val="19356"/>
        <w:placeholder>
          <w:docPart w:val="F19A5BAC52BDEB48B1B50865E3174C05"/>
        </w:placeholder>
        <w:temporary/>
        <w:showingPlcHdr/>
      </w:sdtPr>
      <w:sdtContent>
        <w:r w:rsidR="00275328">
          <w:t>[Type text]</w:t>
        </w:r>
      </w:sdtContent>
    </w:sdt>
  </w:p>
  <w:p w:rsidR="00275328" w:rsidRDefault="002753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28" w:rsidRDefault="00B36B10" w:rsidP="0027313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margin-left:-73.5pt;margin-top:-20.2pt;width:70.55pt;height:81pt;z-index:251658240;mso-wrap-edited:f" wrapcoords="-229 0 -229 21200 21600 21200 21600 0 -229 0">
          <v:imagedata r:id="rId1" o:title=""/>
          <w10:wrap type="through"/>
        </v:shape>
      </w:pict>
    </w:r>
    <w:r w:rsidR="00275328">
      <w:ptab w:relativeTo="margin" w:alignment="center" w:leader="none"/>
    </w:r>
  </w:p>
  <w:p w:rsidR="00504210" w:rsidRPr="00504210" w:rsidRDefault="00F37173" w:rsidP="00504210">
    <w:pPr>
      <w:pStyle w:val="Default"/>
      <w:rPr>
        <w:sz w:val="40"/>
        <w:szCs w:val="40"/>
      </w:rPr>
    </w:pPr>
    <w:r w:rsidRPr="00F37173">
      <w:rPr>
        <w:smallCaps/>
        <w:sz w:val="40"/>
        <w:szCs w:val="40"/>
      </w:rPr>
      <w:t xml:space="preserve">Unit </w:t>
    </w:r>
    <w:r w:rsidR="00504210">
      <w:rPr>
        <w:smallCaps/>
        <w:sz w:val="40"/>
        <w:szCs w:val="40"/>
      </w:rPr>
      <w:t>5</w:t>
    </w:r>
    <w:r w:rsidRPr="00F37173">
      <w:rPr>
        <w:smallCaps/>
        <w:sz w:val="40"/>
        <w:szCs w:val="40"/>
      </w:rPr>
      <w:t xml:space="preserve"> </w:t>
    </w:r>
    <w:r w:rsidR="00504210">
      <w:rPr>
        <w:smallCaps/>
        <w:sz w:val="40"/>
        <w:szCs w:val="40"/>
      </w:rPr>
      <w:t>Traits are Us</w:t>
    </w:r>
    <w:r w:rsidR="009026BA" w:rsidRPr="00F37173">
      <w:rPr>
        <w:rFonts w:ascii="Times New Roman" w:hAnsi="Times New Roman" w:cs="Times New Roman"/>
        <w:sz w:val="40"/>
        <w:szCs w:val="40"/>
      </w:rPr>
      <w:t>:</w:t>
    </w:r>
    <w:r w:rsidR="009026BA">
      <w:rPr>
        <w:sz w:val="40"/>
        <w:szCs w:val="40"/>
      </w:rPr>
      <w:t xml:space="preserve"> </w:t>
    </w:r>
    <w:r w:rsidR="00504210" w:rsidRPr="00504210">
      <w:rPr>
        <w:sz w:val="40"/>
        <w:szCs w:val="40"/>
      </w:rPr>
      <w:t xml:space="preserve">Protein Synthesis, Asexual and Sexual Reproduction and </w:t>
    </w:r>
    <w:proofErr w:type="spellStart"/>
    <w:r w:rsidR="00504210" w:rsidRPr="00504210">
      <w:rPr>
        <w:sz w:val="40"/>
        <w:szCs w:val="40"/>
      </w:rPr>
      <w:t>Mendelian</w:t>
    </w:r>
    <w:proofErr w:type="spellEnd"/>
    <w:r w:rsidR="00504210" w:rsidRPr="00504210">
      <w:rPr>
        <w:sz w:val="40"/>
        <w:szCs w:val="40"/>
      </w:rPr>
      <w:t xml:space="preserve"> Genetics </w:t>
    </w:r>
  </w:p>
  <w:p w:rsidR="00275328" w:rsidRDefault="00275328" w:rsidP="00504210">
    <w:pPr>
      <w:pStyle w:val="Default"/>
      <w:ind w:firstLine="225"/>
    </w:pPr>
    <w:r>
      <w:tab/>
    </w: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3F83"/>
    <w:multiLevelType w:val="hybridMultilevel"/>
    <w:tmpl w:val="978A39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71017"/>
    <w:multiLevelType w:val="hybridMultilevel"/>
    <w:tmpl w:val="CFBC0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25B70"/>
    <w:multiLevelType w:val="hybridMultilevel"/>
    <w:tmpl w:val="42145240"/>
    <w:lvl w:ilvl="0" w:tplc="0A303E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E525EC"/>
    <w:multiLevelType w:val="hybridMultilevel"/>
    <w:tmpl w:val="017072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B609FA"/>
    <w:multiLevelType w:val="hybridMultilevel"/>
    <w:tmpl w:val="6AA4737A"/>
    <w:lvl w:ilvl="0" w:tplc="01D6A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F12255"/>
    <w:multiLevelType w:val="hybridMultilevel"/>
    <w:tmpl w:val="8FAAD2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976697"/>
    <w:multiLevelType w:val="hybridMultilevel"/>
    <w:tmpl w:val="D39A68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5C7F32"/>
    <w:multiLevelType w:val="hybridMultilevel"/>
    <w:tmpl w:val="D2127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64145F"/>
    <w:multiLevelType w:val="hybridMultilevel"/>
    <w:tmpl w:val="7EDAE63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3074">
      <o:colormenu v:ext="edit" strokecolor="none [3213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CB2973"/>
    <w:rsid w:val="000D5C5A"/>
    <w:rsid w:val="0010034D"/>
    <w:rsid w:val="00155B73"/>
    <w:rsid w:val="00173CC9"/>
    <w:rsid w:val="00182C72"/>
    <w:rsid w:val="001A416E"/>
    <w:rsid w:val="001C2090"/>
    <w:rsid w:val="0027313C"/>
    <w:rsid w:val="00275328"/>
    <w:rsid w:val="002B2318"/>
    <w:rsid w:val="002B4638"/>
    <w:rsid w:val="002D6DB2"/>
    <w:rsid w:val="002E7C00"/>
    <w:rsid w:val="00301650"/>
    <w:rsid w:val="003C74BE"/>
    <w:rsid w:val="003F1D4A"/>
    <w:rsid w:val="00443692"/>
    <w:rsid w:val="004C5FAB"/>
    <w:rsid w:val="004D2428"/>
    <w:rsid w:val="00504210"/>
    <w:rsid w:val="00505B20"/>
    <w:rsid w:val="005851BC"/>
    <w:rsid w:val="006C246E"/>
    <w:rsid w:val="00737108"/>
    <w:rsid w:val="007517A9"/>
    <w:rsid w:val="007578E7"/>
    <w:rsid w:val="007A7943"/>
    <w:rsid w:val="007B60DC"/>
    <w:rsid w:val="0088624C"/>
    <w:rsid w:val="009026BA"/>
    <w:rsid w:val="00902E6C"/>
    <w:rsid w:val="00941155"/>
    <w:rsid w:val="00943591"/>
    <w:rsid w:val="00992B6D"/>
    <w:rsid w:val="00997352"/>
    <w:rsid w:val="00B36B10"/>
    <w:rsid w:val="00C71BCB"/>
    <w:rsid w:val="00CB2973"/>
    <w:rsid w:val="00D14752"/>
    <w:rsid w:val="00D6474C"/>
    <w:rsid w:val="00DA0554"/>
    <w:rsid w:val="00E13CF6"/>
    <w:rsid w:val="00E2720D"/>
    <w:rsid w:val="00E35241"/>
    <w:rsid w:val="00E53E22"/>
    <w:rsid w:val="00E627DB"/>
    <w:rsid w:val="00F00417"/>
    <w:rsid w:val="00F37173"/>
    <w:rsid w:val="00F84667"/>
    <w:rsid w:val="00FE3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4638"/>
    <w:rPr>
      <w:sz w:val="24"/>
      <w:szCs w:val="24"/>
    </w:rPr>
  </w:style>
  <w:style w:type="paragraph" w:styleId="Heading1">
    <w:name w:val="heading 1"/>
    <w:basedOn w:val="Normal"/>
    <w:next w:val="Normal"/>
    <w:qFormat/>
    <w:rsid w:val="002B4638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2B4638"/>
    <w:rPr>
      <w:sz w:val="36"/>
    </w:rPr>
  </w:style>
  <w:style w:type="paragraph" w:styleId="ListParagraph">
    <w:name w:val="List Paragraph"/>
    <w:basedOn w:val="Normal"/>
    <w:uiPriority w:val="34"/>
    <w:qFormat/>
    <w:rsid w:val="00902E6C"/>
    <w:pPr>
      <w:ind w:left="720"/>
    </w:pPr>
  </w:style>
  <w:style w:type="paragraph" w:styleId="Header">
    <w:name w:val="header"/>
    <w:aliases w:val="Pwc header odd"/>
    <w:basedOn w:val="Normal"/>
    <w:link w:val="HeaderChar"/>
    <w:rsid w:val="0027313C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Pwc header odd Char"/>
    <w:basedOn w:val="DefaultParagraphFont"/>
    <w:link w:val="Header"/>
    <w:rsid w:val="0027313C"/>
    <w:rPr>
      <w:sz w:val="24"/>
      <w:szCs w:val="24"/>
    </w:rPr>
  </w:style>
  <w:style w:type="paragraph" w:styleId="Footer">
    <w:name w:val="footer"/>
    <w:basedOn w:val="Normal"/>
    <w:link w:val="FooterChar"/>
    <w:rsid w:val="00273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313C"/>
    <w:rPr>
      <w:sz w:val="24"/>
      <w:szCs w:val="24"/>
    </w:rPr>
  </w:style>
  <w:style w:type="paragraph" w:styleId="BalloonText">
    <w:name w:val="Balloon Text"/>
    <w:basedOn w:val="Normal"/>
    <w:link w:val="BalloonTextChar"/>
    <w:rsid w:val="005851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851BC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3F1D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sz w:val="36"/>
    </w:rPr>
  </w:style>
  <w:style w:type="paragraph" w:styleId="ListParagraph">
    <w:name w:val="List Paragraph"/>
    <w:basedOn w:val="Normal"/>
    <w:uiPriority w:val="99"/>
    <w:qFormat/>
    <w:rsid w:val="00902E6C"/>
    <w:pPr>
      <w:ind w:left="720"/>
    </w:pPr>
  </w:style>
  <w:style w:type="paragraph" w:styleId="Header">
    <w:name w:val="header"/>
    <w:basedOn w:val="Normal"/>
    <w:link w:val="HeaderChar"/>
    <w:uiPriority w:val="99"/>
    <w:rsid w:val="002731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3C"/>
    <w:rPr>
      <w:sz w:val="24"/>
      <w:szCs w:val="24"/>
    </w:rPr>
  </w:style>
  <w:style w:type="paragraph" w:styleId="Footer">
    <w:name w:val="footer"/>
    <w:basedOn w:val="Normal"/>
    <w:link w:val="FooterChar"/>
    <w:rsid w:val="00273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313C"/>
    <w:rPr>
      <w:sz w:val="24"/>
      <w:szCs w:val="24"/>
    </w:rPr>
  </w:style>
  <w:style w:type="paragraph" w:styleId="BalloonText">
    <w:name w:val="Balloon Text"/>
    <w:basedOn w:val="Normal"/>
    <w:link w:val="BalloonTextChar"/>
    <w:rsid w:val="005851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851BC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3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STOLTZ\Application%20Data\Microsoft\Templates\Normal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C0B61E8FAF5324CBF32A382D5079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2D613-AA10-F343-AC10-F8F0B7FE3927}"/>
      </w:docPartPr>
      <w:docPartBody>
        <w:p w:rsidR="00214B32" w:rsidRDefault="00214B32" w:rsidP="00214B32">
          <w:pPr>
            <w:pStyle w:val="EC0B61E8FAF5324CBF32A382D507965F"/>
          </w:pPr>
          <w:r>
            <w:t>[Type text]</w:t>
          </w:r>
        </w:p>
      </w:docPartBody>
    </w:docPart>
    <w:docPart>
      <w:docPartPr>
        <w:name w:val="54A9C0004428C44F9E19672CEDCF5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B52BA-CAE8-3245-A7E5-04E45626E162}"/>
      </w:docPartPr>
      <w:docPartBody>
        <w:p w:rsidR="00214B32" w:rsidRDefault="00214B32" w:rsidP="00214B32">
          <w:pPr>
            <w:pStyle w:val="54A9C0004428C44F9E19672CEDCF50A6"/>
          </w:pPr>
          <w:r>
            <w:t>[Type text]</w:t>
          </w:r>
        </w:p>
      </w:docPartBody>
    </w:docPart>
    <w:docPart>
      <w:docPartPr>
        <w:name w:val="F19A5BAC52BDEB48B1B50865E3174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3FBF7-EE39-F945-B343-1775BEF5AB67}"/>
      </w:docPartPr>
      <w:docPartBody>
        <w:p w:rsidR="00214B32" w:rsidRDefault="00214B32" w:rsidP="00214B32">
          <w:pPr>
            <w:pStyle w:val="F19A5BAC52BDEB48B1B50865E3174C0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roman"/>
    <w:pitch w:val="variable"/>
    <w:sig w:usb0="20007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14B32"/>
    <w:rsid w:val="0014421D"/>
    <w:rsid w:val="001D33B9"/>
    <w:rsid w:val="00214B32"/>
    <w:rsid w:val="004879C7"/>
    <w:rsid w:val="00871E11"/>
    <w:rsid w:val="00EC1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0B61E8FAF5324CBF32A382D507965F">
    <w:name w:val="EC0B61E8FAF5324CBF32A382D507965F"/>
    <w:rsid w:val="00214B32"/>
  </w:style>
  <w:style w:type="paragraph" w:customStyle="1" w:styleId="54A9C0004428C44F9E19672CEDCF50A6">
    <w:name w:val="54A9C0004428C44F9E19672CEDCF50A6"/>
    <w:rsid w:val="00214B32"/>
  </w:style>
  <w:style w:type="paragraph" w:customStyle="1" w:styleId="F19A5BAC52BDEB48B1B50865E3174C05">
    <w:name w:val="F19A5BAC52BDEB48B1B50865E3174C05"/>
    <w:rsid w:val="00214B32"/>
  </w:style>
  <w:style w:type="paragraph" w:customStyle="1" w:styleId="E1B14D080224BF438B21642D1245EE08">
    <w:name w:val="E1B14D080224BF438B21642D1245EE08"/>
    <w:rsid w:val="00214B32"/>
  </w:style>
  <w:style w:type="paragraph" w:customStyle="1" w:styleId="FA2331B9F2E7E24C8FE88DFE57F7A3BF">
    <w:name w:val="FA2331B9F2E7E24C8FE88DFE57F7A3BF"/>
    <w:rsid w:val="00214B32"/>
  </w:style>
  <w:style w:type="paragraph" w:customStyle="1" w:styleId="59FBF1B0373DA44CA5B1DF4CE86AEE8E">
    <w:name w:val="59FBF1B0373DA44CA5B1DF4CE86AEE8E"/>
    <w:rsid w:val="00214B3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650E3B-CF14-45F4-80F9-2B22261F0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</TotalTime>
  <Pages>2</Pages>
  <Words>294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AACPS-User</dc:creator>
  <cp:keywords/>
  <dc:description/>
  <cp:lastModifiedBy>rbcooper</cp:lastModifiedBy>
  <cp:revision>2</cp:revision>
  <cp:lastPrinted>2011-10-25T20:25:00Z</cp:lastPrinted>
  <dcterms:created xsi:type="dcterms:W3CDTF">2012-02-15T20:36:00Z</dcterms:created>
  <dcterms:modified xsi:type="dcterms:W3CDTF">2012-02-15T20:36:00Z</dcterms:modified>
</cp:coreProperties>
</file>